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b/>
          <w:color w:val="00000A"/>
          <w:sz w:val="24"/>
          <w:szCs w:val="24"/>
        </w:rPr>
        <w:t>Curso. Colonialismo energético, extractivismo y transiciones socioecológicas.</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Preparar cartel y programa bonito (HELIOS, CHIARA).</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pPr>
      <w:r>
        <w:t>Aunque ahora mismo la atención está centrada en la pandemia de la COVID19, estamos viviendo numerosas crisis ambientales entre ellas cabe destacar el cambio climático y el agotamiento acelerado de los combustibles fósiles. Hace años que atravesamos el rubicón del cenit del petróleo que indica el declive en las reservas de este recurso energético fundamental para el funcionamiento del sistema-mundo actual. Por lo tanto, en el siglo XXI se advierte la necesidad de una transición en la que ya no estarán disponibles las fuentes de energía utilizadas de forma masiva en los dos últimos siglos. No obstante, al mismo tiempo esta crisis está agudizando los conflictos socioambientales y económicos, generando un multiverso de experiencias que trazan en nuestro siglo el tiempo de las defensas territoriales y las grandes movilizaciones urbanas.</w:t>
      </w:r>
    </w:p>
    <w:p w:rsidR="00E443B9" w:rsidRDefault="00E443B9">
      <w:pPr>
        <w:pStyle w:val="normal0"/>
      </w:pPr>
    </w:p>
    <w:p w:rsidR="00E443B9" w:rsidRDefault="00E443B9">
      <w:pPr>
        <w:pStyle w:val="normal0"/>
      </w:pPr>
      <w:r>
        <w:t>Toda vez que podemos descartar por inciertas y en todo caso muy lejanas las fantasías tecnológicas como la fusión nuclear fría, la esperanza para mitigar la escasez se encuentra en las energías renovables. Por lo tanto, ahora mismo los ojos del mundo científico, del ecologismo, y obviamente de los grandes capitales están puestos sobre esta transición energética. De hecho, según la Agencia Internacional de la Energía durante el año 2020 el crecimiento de las energías renovables fue un 20% superior al de 2019.</w:t>
      </w:r>
    </w:p>
    <w:p w:rsidR="00E443B9" w:rsidRDefault="00E443B9">
      <w:pPr>
        <w:pStyle w:val="normal0"/>
      </w:pPr>
    </w:p>
    <w:p w:rsidR="00E443B9" w:rsidRDefault="00E443B9">
      <w:pPr>
        <w:pStyle w:val="normal0"/>
      </w:pPr>
      <w:r>
        <w:t>En este sentido, hay un importante debate abierto sobre las energías renovables y en particular sobre las energías eólica y fotovoltaica debido a los impactos ambientales que generan sobre el medio, incluyendo claro está, la ocupación y transformación del territorio en el que se instalan. Por otro lado, existe el problema añadido de que el modelo de producción de las energías renovables se basa en la construcción de megaproyectos ya que tiende a seguir el patrón masivo, centralizado y jerárquico de los combustibles fósiles y las nucleares.</w:t>
      </w:r>
    </w:p>
    <w:p w:rsidR="00E443B9" w:rsidRDefault="00E443B9">
      <w:pPr>
        <w:pStyle w:val="normal0"/>
      </w:pPr>
    </w:p>
    <w:p w:rsidR="00E443B9" w:rsidRDefault="00E443B9">
      <w:pPr>
        <w:pStyle w:val="normal0"/>
      </w:pPr>
      <w:r>
        <w:t>Los megaproyectos de renovables que se venden como sostenibles y alternativos se ponen en cuestión por los despojos territoriales que están generando sobre la base de un esquema de colonialismo energético, por ejemplo: en los pueblos Zapotecos e Ikoots del Istmo de Tehuantepec (Oaxaca, México), en los territorios nórdicos Sami (Noruega, Finlandia, Suecia y Rusia), en el sur de Francia, en la Península Ibérica, o en el Sáhara Occidental (Marruecos) entre otros. Desde estos lugares del mundo se han denunciado las violaciones de los Derechos Humanos, de los Derechos Indígenas, del Derecho al Territorio y la devastación de la biodiversidad que se están cometiendo con la instalación de grandes extensiones de parques eólicos y fotovoltaicos.</w:t>
      </w:r>
    </w:p>
    <w:p w:rsidR="00E443B9" w:rsidRDefault="00E443B9">
      <w:pPr>
        <w:pStyle w:val="normal0"/>
      </w:pPr>
    </w:p>
    <w:p w:rsidR="00E443B9" w:rsidRDefault="00E443B9">
      <w:pPr>
        <w:pStyle w:val="normal0"/>
      </w:pPr>
      <w:r>
        <w:t>Como todas las infraestructuras industriales, los parques eólicos y el resto de fuentes renovables necesitan materias primas que deben ser extraídas a través de la minería. Esto genera también grandes impactos ambientales y despojos territoriales que se erigen sobre las relaciones de dominación colonial que sostiene el Norte Global sobre el Sur Global. Esta modalidad de extractivismo supone una importante limitación ya que algunos de los minerales utilizados son escasos en la corteza terrestre. Además, la electrificación del sistema-mundo, incluyendo el transporte implica así mismo una tensión extractiva creciente sobre numerosos minerales que actúan como claros limitantes de esta transición energética.</w:t>
      </w:r>
    </w:p>
    <w:p w:rsidR="00E443B9" w:rsidRDefault="00E443B9">
      <w:pPr>
        <w:pStyle w:val="normal0"/>
      </w:pPr>
    </w:p>
    <w:p w:rsidR="00E443B9" w:rsidRDefault="00E443B9">
      <w:pPr>
        <w:pStyle w:val="normal0"/>
      </w:pPr>
      <w:r>
        <w:t>Las energías renovables siguen siendo dependientes de los combustibles fósiles pues éstos son requeridos para extraer los recursos minerales que utilizan, y además las centrales térmicas son necesarias para garantizar la estabilidad de las grandes redes eléctricas. Incluso en el escenario distópico de que arrasaran con todos los territorios indígenas y biodiversos, no lograrían sostener el consumo energético actual de las ciudades y la industria. Por tanto, cualquier intento por sostener el metabolismo urbano – agro – industrial tal y como lo conocemos, sea con energías alternativas o de otro modo, está condenado al fracaso, desde ahí es urgente replantearse el modelo energético y el modelo de desarrollo.</w:t>
      </w:r>
    </w:p>
    <w:p w:rsidR="00E443B9" w:rsidRDefault="00E443B9">
      <w:pPr>
        <w:pStyle w:val="normal0"/>
      </w:pPr>
    </w:p>
    <w:p w:rsidR="00E443B9" w:rsidRDefault="00E443B9">
      <w:pPr>
        <w:pStyle w:val="normal0"/>
      </w:pPr>
      <w:r>
        <w:t>Finalmente, para abordar las crisis climática y energética deben considerarse estas variables del extractivismo y el colonialismo energético sobre las cuales se pretende sostener este tipo de transición energética, actualmente hegemónica. A la luz de este debate se plantean transiciones socioecológicas de bajo consumo energético en el contexto de bioregiones que tiendan a la autosuficiencia. Estas experiencias se basan en las formas y procesos históricos en los que cada territorio se ha ido constituyendo en relación a la cultura que lo habita, en especial las prácticas de los pueblos indígenas y/o campesinos que constituyen las principales referencias para la sostenibilidad, y sin embargo son los más amenazados actualmente.</w:t>
      </w:r>
    </w:p>
    <w:p w:rsidR="00E443B9" w:rsidRDefault="00E443B9">
      <w:pPr>
        <w:pStyle w:val="normal0"/>
      </w:pPr>
    </w:p>
    <w:p w:rsidR="00E443B9" w:rsidRDefault="00E443B9">
      <w:pPr>
        <w:pStyle w:val="normal0"/>
      </w:pPr>
      <w:r>
        <w:t>Sírvase este texto como una introducción para el debate del webminar que trata abrir un diálogo entre los conocimientos profesionales, académicos y científicos, con el conocimiento de los procesos de defensa del territorio, conjugando los análisis críticos del extractivismo y el colonialismo energético, junto con la discusión de los modelos energéticos y las transiciones socioecológicas en curso. De este modo, las 6 sesiones de 2 horas que hemos programado contarán activistas y personas del mundo académico procedentes de Europa y América Latina principalmente.</w:t>
      </w:r>
    </w:p>
    <w:p w:rsidR="00E443B9" w:rsidRDefault="00E443B9">
      <w:pPr>
        <w:pStyle w:val="normal0"/>
      </w:pPr>
    </w:p>
    <w:p w:rsidR="00E443B9" w:rsidRDefault="00E443B9">
      <w:pPr>
        <w:pStyle w:val="normal0"/>
      </w:pPr>
      <w:r>
        <w:t>El curso va dirigido a personas del mundo académico, de la investigación, profesionales, activistas, y estudiantes de diferentes disciplinas con interés en las transiciones energéticas, el cambio climático, los pueblos indígenas, las territorialidades, la biodiversidad y los extractivismos.</w:t>
      </w:r>
    </w:p>
    <w:p w:rsidR="00E443B9" w:rsidRDefault="00E443B9">
      <w:pPr>
        <w:pStyle w:val="normal0"/>
      </w:pPr>
    </w:p>
    <w:p w:rsidR="00E443B9" w:rsidRDefault="00E443B9">
      <w:pPr>
        <w:pStyle w:val="normal0"/>
      </w:pPr>
      <w:r>
        <w:t>Las líneas que constituyen el curso son:</w:t>
      </w:r>
    </w:p>
    <w:p w:rsidR="00E443B9" w:rsidRDefault="00E443B9">
      <w:pPr>
        <w:pStyle w:val="normal0"/>
        <w:numPr>
          <w:ilvl w:val="0"/>
          <w:numId w:val="1"/>
        </w:numPr>
      </w:pPr>
      <w:r>
        <w:t>Los impactos de la transición energética sobre la biodiversidad, en especial las infraestructuras de transporte energético, y los megaproyectos de energías renovables (parques eólicos, fotovoltaicos, etc).</w:t>
      </w:r>
    </w:p>
    <w:p w:rsidR="00E443B9" w:rsidRDefault="00E443B9">
      <w:pPr>
        <w:pStyle w:val="normal0"/>
        <w:numPr>
          <w:ilvl w:val="0"/>
          <w:numId w:val="1"/>
        </w:numPr>
      </w:pPr>
      <w:r>
        <w:t>Los impactos socioambientales y de Derechos Humanos, que producen las infraestructuras eólicas y fovoltaicas, sobre territorios rurales, indígenas y/o campesinos.</w:t>
      </w:r>
    </w:p>
    <w:p w:rsidR="00E443B9" w:rsidRDefault="00E443B9">
      <w:pPr>
        <w:pStyle w:val="normal0"/>
        <w:numPr>
          <w:ilvl w:val="0"/>
          <w:numId w:val="1"/>
        </w:numPr>
      </w:pPr>
      <w:r>
        <w:t>Investigaciones que problematicen el colonialismo energético, atendiendo por un lado a los territorios de sacrificio que son utilizados para la generación de energía renovable, y por otro lado, a las desigualdades existentes en el acceso de las poblaciones a la energía.</w:t>
      </w:r>
    </w:p>
    <w:p w:rsidR="00E443B9" w:rsidRDefault="00E443B9">
      <w:pPr>
        <w:pStyle w:val="normal0"/>
        <w:numPr>
          <w:ilvl w:val="0"/>
          <w:numId w:val="1"/>
        </w:numPr>
      </w:pPr>
      <w:r>
        <w:t>La relación existente entre la extracción de minerales y la transición energética, tanto para los sistemas de generación de energía renovable como para la electrificación del transporte.</w:t>
      </w:r>
    </w:p>
    <w:p w:rsidR="00E443B9" w:rsidRDefault="00E443B9">
      <w:pPr>
        <w:pStyle w:val="normal0"/>
        <w:numPr>
          <w:ilvl w:val="0"/>
          <w:numId w:val="1"/>
        </w:numPr>
      </w:pPr>
      <w:r>
        <w:t>Los límites y alcances de la extracción de minerales escasos que son necesarios para la infraestructura y las tecnologías de la transición energética.</w:t>
      </w:r>
    </w:p>
    <w:p w:rsidR="00E443B9" w:rsidRDefault="00E443B9">
      <w:pPr>
        <w:pStyle w:val="normal0"/>
        <w:numPr>
          <w:ilvl w:val="0"/>
          <w:numId w:val="1"/>
        </w:numPr>
      </w:pPr>
      <w:r>
        <w:t>Los impactos ambientales y socioterritoriales del extractivismo asociado a la transición energética.</w:t>
      </w:r>
    </w:p>
    <w:p w:rsidR="00E443B9" w:rsidRDefault="00E443B9">
      <w:pPr>
        <w:pStyle w:val="normal0"/>
        <w:numPr>
          <w:ilvl w:val="0"/>
          <w:numId w:val="1"/>
        </w:numPr>
      </w:pPr>
      <w:r>
        <w:t>Análisis de los procesos de defensa del territorio en contextos de megaproyectos de energías renovables.</w:t>
      </w:r>
    </w:p>
    <w:p w:rsidR="00E443B9" w:rsidRDefault="00E443B9">
      <w:pPr>
        <w:pStyle w:val="normal0"/>
        <w:numPr>
          <w:ilvl w:val="0"/>
          <w:numId w:val="1"/>
        </w:numPr>
      </w:pPr>
      <w:r>
        <w:t>Políticas públicas y procesos de planificación territorial para la transición energética, con especial atención a la generación de energías renovables.</w:t>
      </w:r>
    </w:p>
    <w:p w:rsidR="00E443B9" w:rsidRDefault="00E443B9">
      <w:pPr>
        <w:pStyle w:val="normal0"/>
        <w:numPr>
          <w:ilvl w:val="0"/>
          <w:numId w:val="1"/>
        </w:numPr>
      </w:pPr>
      <w:r>
        <w:t>Análisis y propuestas de modelos energéticos y territoriales para las transiciones socioecológicas.</w:t>
      </w:r>
    </w:p>
    <w:p w:rsidR="00E443B9" w:rsidRDefault="00E443B9">
      <w:pPr>
        <w:pStyle w:val="normal0"/>
      </w:pPr>
    </w:p>
    <w:p w:rsidR="00E443B9" w:rsidRDefault="00E443B9">
      <w:pPr>
        <w:pStyle w:val="normal0"/>
      </w:pPr>
      <w:r>
        <w:t xml:space="preserve">El curso está registrado en las actividades virtuales del Foro Social Mundial 2021 (https://wsf2021.net/). </w:t>
      </w:r>
    </w:p>
    <w:p w:rsidR="00E443B9" w:rsidRDefault="00E443B9">
      <w:pPr>
        <w:pStyle w:val="normal0"/>
      </w:pPr>
      <w:r>
        <w:t xml:space="preserve">Así mismo, como actividad paralela de este curso, hemos lanzando un número especial de la revista Land (MDPI) que amplifique la participación y el impacto de estos debates. </w:t>
      </w:r>
      <w:hyperlink r:id="rId5">
        <w:r>
          <w:rPr>
            <w:color w:val="1155CC"/>
            <w:u w:val="single"/>
          </w:rPr>
          <w:t>https://www.mdpi.com/journal/land/special_issues/Energy_Colonialism</w:t>
        </w:r>
      </w:hyperlink>
      <w:r>
        <w:t xml:space="preserve"> </w:t>
      </w:r>
    </w:p>
    <w:p w:rsidR="00E443B9" w:rsidRDefault="00E443B9">
      <w:pPr>
        <w:pStyle w:val="normal0"/>
      </w:pPr>
    </w:p>
    <w:p w:rsidR="00E443B9" w:rsidRDefault="00E443B9">
      <w:pPr>
        <w:pStyle w:val="normal0"/>
      </w:pPr>
      <w:r>
        <w:t>Las sesiones serán online en el canal de youtube del Grupo Stand-UGR (</w:t>
      </w:r>
      <w:hyperlink r:id="rId6">
        <w:r>
          <w:rPr>
            <w:color w:val="1155CC"/>
            <w:u w:val="single"/>
          </w:rPr>
          <w:t>https://www.youtube.com/channel/UC25TB8oC7xG5pqUPoPkvAGA</w:t>
        </w:r>
      </w:hyperlink>
      <w:r>
        <w:t xml:space="preserve">) y tendrán lugar a las </w:t>
      </w:r>
      <w:r>
        <w:rPr>
          <w:rFonts w:ascii="Liberation Serif" w:hAnsi="Liberation Serif" w:cs="Liberation Serif"/>
          <w:color w:val="00000A"/>
          <w:sz w:val="24"/>
          <w:szCs w:val="24"/>
        </w:rPr>
        <w:t>18:00 hora de Madrid (GMT+1), 12:00 hora de Buenos Aires,Argentina (GMT-3), 11:00 hora de la Ciudad de México (GMT-6).</w:t>
      </w:r>
    </w:p>
    <w:p w:rsidR="00E443B9" w:rsidRDefault="00E443B9">
      <w:pPr>
        <w:pStyle w:val="normal0"/>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1.- Transiciones energéticas en el contexto del colonialismo energético y el extractivismo. (13 de Abril).</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Dra. Ana Esther Ceceña (Observatorio Latinoamericano de Geopolítica / Instituto de Investigaciones Económicas-Universidad Nacional Autónoma de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Berta Zúñiga Cáceres, del pueblo lenca y coordinadora del Consejo Cívico de Organizaciones Populares e Indígenas de Honduras</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Juan Infante Amate (Universidad de Granada,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Marco Armiero (</w:t>
      </w:r>
      <w:r>
        <w:rPr>
          <w:rFonts w:ascii="Arial" w:hAnsi="Arial" w:cs="Arial"/>
          <w:color w:val="4D5156"/>
          <w:sz w:val="21"/>
          <w:szCs w:val="21"/>
          <w:highlight w:val="white"/>
        </w:rPr>
        <w:t>KTH Royal Institute of Technology-Estocolmo, Suecia</w:t>
      </w:r>
      <w:r>
        <w:rPr>
          <w:rFonts w:ascii="Liberation Serif" w:hAnsi="Liberation Serif" w:cs="Liberation Serif"/>
          <w:color w:val="00000A"/>
          <w:sz w:val="24"/>
          <w:szCs w:val="24"/>
        </w:rPr>
        <w:t>)</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Presenta: Iván González Marquéz (Universidad Nacional Autónoma de México).</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2.- Modelos energéticos: políticas y gestión de las transiciones energéticas (19 de Abril).</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Javier García Breva (Patrono fundador de la Fundación Renovables,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Sofía Ávila (Universidad Nacional Autónoma de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 xml:space="preserve">Margarita Mediavilla, (Universidad de Valladolid, España) </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Juan Requejo Liberal (AT Clave,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Presenta: Diana Osuna (Alianza Energía y Territorio-ALIENTE,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3.- Extracción de minerales para las transiciones energéticas. (27 de Abril)</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Alicia Valero (Universidad de Zaragoza,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Geocomunes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Íñigo Capellán (Universidad de Valladolid,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 xml:space="preserve">Antonio Turiel (CSIC, España) </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Presenta: Josefa Sánchez Contreras (UNAM, México)</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b/>
          <w:color w:val="538135"/>
          <w:sz w:val="24"/>
          <w:szCs w:val="24"/>
        </w:rPr>
      </w:pPr>
      <w:r>
        <w:rPr>
          <w:rFonts w:ascii="Liberation Serif" w:hAnsi="Liberation Serif" w:cs="Liberation Serif"/>
          <w:color w:val="00000A"/>
          <w:sz w:val="24"/>
          <w:szCs w:val="24"/>
        </w:rPr>
        <w:t xml:space="preserve">4.- </w:t>
      </w:r>
      <w:r>
        <w:rPr>
          <w:rFonts w:ascii="Liberation Serif" w:hAnsi="Liberation Serif" w:cs="Liberation Serif"/>
          <w:b/>
          <w:color w:val="538135"/>
          <w:sz w:val="24"/>
          <w:szCs w:val="24"/>
        </w:rPr>
        <w:t>Impacts of renewable energies on biodiversity. (May the 3</w:t>
      </w:r>
      <w:r>
        <w:rPr>
          <w:rFonts w:ascii="Liberation Serif" w:hAnsi="Liberation Serif" w:cs="Liberation Serif"/>
          <w:b/>
          <w:color w:val="538135"/>
          <w:sz w:val="24"/>
          <w:szCs w:val="24"/>
          <w:vertAlign w:val="superscript"/>
        </w:rPr>
        <w:t>rd</w:t>
      </w:r>
      <w:r>
        <w:rPr>
          <w:rFonts w:ascii="Liberation Serif" w:hAnsi="Liberation Serif" w:cs="Liberation Serif"/>
          <w:b/>
          <w:color w:val="538135"/>
          <w:sz w:val="24"/>
          <w:szCs w:val="24"/>
        </w:rPr>
        <w:t>)</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EN INGLÉS EN COLABORACIÓN CON LA REVISTA “LAND”</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Martina Carrete (Universidad Pablo de Olavide,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Natalia Rebolo (Laboratorio Ecotono-INIBIOMA CONICET, Argentina).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Juan Manuel Pérez-García (Universidad Miguel Hernández de Elche,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Juan Traba (Universidad Autónoma de Madrid,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Presenta: Eneko Arrondo (Universidad Miguel Hernández de Elche.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5.- Defensa del territorio frente a los de megaproyectos de renovables. (11 de Mayo)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 xml:space="preserve">Eva María Fjellheim, Centro de Estudios Sami (Noruega) </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 xml:space="preserve">Guadalupe Ramirez, Asamblea de Unión Hidalgo (Istmo Tehuantepec, México) </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Kiro Eufemio Felipe Jiménez, Universidad Autónoma Comunal de Oaxaca, sede Ixhuatán.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L'</w:t>
      </w:r>
      <w:r>
        <w:rPr>
          <w:rFonts w:ascii="Liberation Serif" w:hAnsi="Liberation Serif" w:cs="Liberation Serif"/>
          <w:sz w:val="24"/>
          <w:szCs w:val="24"/>
        </w:rPr>
        <w:t xml:space="preserve">amassada ( y </w:t>
      </w:r>
      <w:r>
        <w:rPr>
          <w:rFonts w:ascii="Liberation Serif" w:hAnsi="Liberation Serif" w:cs="Liberation Serif"/>
          <w:color w:val="00000A"/>
          <w:sz w:val="24"/>
          <w:szCs w:val="24"/>
        </w:rPr>
        <w:t>Stop EDF Mexique ( Francia)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Luis Bolonio (Alianza Energía y Territorio, ALIENTE, España)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Presenta: Álvaro Campos (Universidad del País Vasco, España)</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 xml:space="preserve">Posteriormente, habrá dos sesiones de debate sobre estas cuestiones para las personas inscritas en el curso que no serán transmitidas en directo y que serán dinamizadas por Diana Osuna (Alianza Energía y Territorio ALIENTE) y Juan Requejo Liberal (AT Clave). </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Dirección del curso: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Antonio Ortega Santos, Profesor de la Universidad de Granada.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Alberto Matarán Ruiz, Profesor de la Universidad de Granada.</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Coordinación del curso: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Ivan González Márquez, Universidad Nacional Autónoma de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Josefa Sánchez Contreras, Universidad Nacional Autónoma de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Luis Bolonio (Alianza Energía y Territorio, ALIENTE)</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Chiara Olivieri (STAND-Universidad de Granada).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Helios Escalante (STAND-Universidad de Granada, Ecologistas en Acción)</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hd w:val="clear" w:color="auto" w:fill="FFFFFF"/>
        <w:spacing w:before="2" w:after="2" w:line="360" w:lineRule="auto"/>
        <w:jc w:val="both"/>
        <w:rPr>
          <w:color w:val="313131"/>
          <w:sz w:val="24"/>
          <w:szCs w:val="24"/>
        </w:rPr>
      </w:pPr>
      <w:r>
        <w:rPr>
          <w:rFonts w:ascii="Liberation Serif" w:hAnsi="Liberation Serif" w:cs="Liberation Serif"/>
          <w:color w:val="313131"/>
          <w:sz w:val="24"/>
          <w:szCs w:val="24"/>
        </w:rPr>
        <w:t>Actividades gratuitas, no es necesario inscribirse. SE PUEDE ACUDIR A CUALQUIERA DE LAS CONFERENCIAS POR SEPARADO O A TODO EL CURSO.</w:t>
      </w:r>
      <w:r>
        <w:rPr>
          <w:color w:val="313131"/>
          <w:sz w:val="24"/>
          <w:szCs w:val="24"/>
        </w:rPr>
        <w:t>Actividades gratuitas, no es necesario inscribirse. SE PUEDE ACUDIR A CUALQUIERA DE LAS CONFERENCIAS POR SEPARADO O A TODO EL CURSO.</w:t>
      </w:r>
    </w:p>
    <w:p w:rsidR="00E443B9" w:rsidRDefault="00E443B9">
      <w:pPr>
        <w:pStyle w:val="normal0"/>
        <w:widowControl w:val="0"/>
        <w:shd w:val="clear" w:color="auto" w:fill="FFFFFF"/>
        <w:spacing w:before="2" w:after="2" w:line="360" w:lineRule="auto"/>
        <w:jc w:val="both"/>
        <w:rPr>
          <w:color w:val="313131"/>
          <w:sz w:val="24"/>
          <w:szCs w:val="24"/>
        </w:rPr>
      </w:pPr>
    </w:p>
    <w:p w:rsidR="00E443B9" w:rsidRDefault="00E443B9">
      <w:pPr>
        <w:pStyle w:val="normal0"/>
        <w:widowControl w:val="0"/>
        <w:shd w:val="clear" w:color="auto" w:fill="FFFFFF"/>
        <w:spacing w:before="2" w:after="2" w:line="360" w:lineRule="auto"/>
        <w:jc w:val="both"/>
        <w:rPr>
          <w:rFonts w:ascii="Liberation Serif" w:hAnsi="Liberation Serif" w:cs="Liberation Serif"/>
          <w:color w:val="050505"/>
          <w:sz w:val="16"/>
          <w:szCs w:val="16"/>
        </w:rPr>
      </w:pPr>
      <w:r>
        <w:rPr>
          <w:rFonts w:ascii="Liberation Serif" w:hAnsi="Liberation Serif" w:cs="Liberation Serif"/>
          <w:color w:val="050505"/>
          <w:sz w:val="16"/>
          <w:szCs w:val="16"/>
        </w:rPr>
        <w:t>INSCRIPCIÓN:</w:t>
      </w:r>
    </w:p>
    <w:p w:rsidR="00E443B9" w:rsidRDefault="00E443B9">
      <w:pPr>
        <w:pStyle w:val="normal0"/>
        <w:widowControl w:val="0"/>
        <w:shd w:val="clear" w:color="auto" w:fill="FFFFFF"/>
        <w:spacing w:before="240" w:line="360" w:lineRule="auto"/>
        <w:rPr>
          <w:rFonts w:ascii="Liberation Serif" w:hAnsi="Liberation Serif" w:cs="Liberation Serif"/>
          <w:color w:val="050505"/>
          <w:sz w:val="16"/>
          <w:szCs w:val="16"/>
        </w:rPr>
      </w:pPr>
      <w:hyperlink r:id="rId7">
        <w:r>
          <w:rPr>
            <w:rFonts w:ascii="Liberation Serif" w:hAnsi="Liberation Serif" w:cs="Liberation Serif"/>
            <w:color w:val="050505"/>
            <w:sz w:val="16"/>
            <w:szCs w:val="16"/>
          </w:rPr>
          <w:t>https://forms.gle/k6MGJJMPBHqZW3iX6</w:t>
        </w:r>
      </w:hyperlink>
    </w:p>
    <w:p w:rsidR="00E443B9" w:rsidRDefault="00E443B9">
      <w:pPr>
        <w:pStyle w:val="normal0"/>
        <w:widowControl w:val="0"/>
        <w:shd w:val="clear" w:color="auto" w:fill="FFFFFF"/>
        <w:spacing w:before="240" w:line="360" w:lineRule="auto"/>
        <w:rPr>
          <w:rFonts w:ascii="Liberation Serif" w:hAnsi="Liberation Serif" w:cs="Liberation Serif"/>
          <w:color w:val="050505"/>
          <w:sz w:val="16"/>
          <w:szCs w:val="16"/>
        </w:rPr>
      </w:pPr>
      <w:r>
        <w:rPr>
          <w:rFonts w:ascii="Liberation Serif" w:hAnsi="Liberation Serif" w:cs="Liberation Serif"/>
          <w:color w:val="050505"/>
          <w:sz w:val="16"/>
          <w:szCs w:val="16"/>
        </w:rPr>
        <w:t>Si requiere certificado de la Escuela Internacional de Posgrado (para alumnado matriculado en Doctorado UGR) o en otros casos del Grupo de Investigación STAND UGR, tendrán que rellenar el siguiente formulario antes del 20 de Junio de 2021.</w:t>
      </w:r>
    </w:p>
    <w:p w:rsidR="00E443B9" w:rsidRDefault="00E443B9">
      <w:pPr>
        <w:pStyle w:val="normal0"/>
        <w:widowControl w:val="0"/>
        <w:shd w:val="clear" w:color="auto" w:fill="FFFFFF"/>
        <w:spacing w:before="240" w:line="360" w:lineRule="auto"/>
        <w:rPr>
          <w:rFonts w:ascii="Liberation Serif" w:hAnsi="Liberation Serif" w:cs="Liberation Serif"/>
          <w:color w:val="050505"/>
          <w:sz w:val="16"/>
          <w:szCs w:val="16"/>
        </w:rPr>
      </w:pPr>
      <w:hyperlink r:id="rId8">
        <w:r>
          <w:rPr>
            <w:rFonts w:ascii="Liberation Serif" w:hAnsi="Liberation Serif" w:cs="Liberation Serif"/>
            <w:color w:val="050505"/>
            <w:sz w:val="16"/>
            <w:szCs w:val="16"/>
          </w:rPr>
          <w:t>https://forms.gle/jzEKNXhjjmfwKAZc8</w:t>
        </w:r>
      </w:hyperlink>
    </w:p>
    <w:p w:rsidR="00E443B9" w:rsidRDefault="00E443B9">
      <w:pPr>
        <w:pStyle w:val="normal0"/>
        <w:widowControl w:val="0"/>
        <w:shd w:val="clear" w:color="auto" w:fill="FFFFFF"/>
        <w:spacing w:before="240" w:line="360" w:lineRule="auto"/>
        <w:rPr>
          <w:rFonts w:ascii="Liberation Serif" w:hAnsi="Liberation Serif" w:cs="Liberation Serif"/>
          <w:color w:val="050505"/>
          <w:sz w:val="16"/>
          <w:szCs w:val="16"/>
        </w:rPr>
      </w:pPr>
      <w:r>
        <w:rPr>
          <w:rFonts w:ascii="Liberation Serif" w:hAnsi="Liberation Serif" w:cs="Liberation Serif"/>
          <w:color w:val="050505"/>
          <w:sz w:val="16"/>
          <w:szCs w:val="16"/>
        </w:rPr>
        <w:t>El único requisito formal es el envío de un resumen de 300 palabras de las 4 sesiones del curso. Para mejorar la difusión de las sesiones y de los planteamientos se sugiere que cada uno de esos resúmenes sea posteado en alguna red social o blog junto con el enlace de la sesión correspondiente. De este modo pueden añadir en el formulario sólo el enlace de dicho post.</w:t>
      </w:r>
    </w:p>
    <w:p w:rsidR="00E443B9" w:rsidRDefault="00E443B9">
      <w:pPr>
        <w:pStyle w:val="normal0"/>
        <w:widowControl w:val="0"/>
        <w:spacing w:line="360" w:lineRule="auto"/>
        <w:jc w:val="both"/>
        <w:rPr>
          <w:rFonts w:ascii="Liberation Serif" w:hAnsi="Liberation Serif" w:cs="Liberation Serif"/>
          <w:color w:val="00000A"/>
          <w:sz w:val="24"/>
          <w:szCs w:val="24"/>
        </w:rPr>
      </w:pP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Organizan:</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Programa de Doctorado en Historia y Artes, Universidad de Granada.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Ecologistas en Acción.</w:t>
      </w:r>
    </w:p>
    <w:p w:rsidR="00E443B9" w:rsidRDefault="00E443B9">
      <w:pPr>
        <w:pStyle w:val="normal0"/>
        <w:widowControl w:val="0"/>
        <w:spacing w:before="240" w:line="468" w:lineRule="auto"/>
        <w:jc w:val="both"/>
        <w:rPr>
          <w:color w:val="00000A"/>
          <w:sz w:val="22"/>
          <w:szCs w:val="22"/>
        </w:rPr>
      </w:pPr>
      <w:r>
        <w:rPr>
          <w:color w:val="00000A"/>
          <w:sz w:val="22"/>
          <w:szCs w:val="22"/>
        </w:rPr>
        <w:t>Plataforma Ciudadana por una Transición Ecológica Justa</w:t>
      </w:r>
    </w:p>
    <w:p w:rsidR="00E443B9" w:rsidRDefault="00E443B9">
      <w:pPr>
        <w:pStyle w:val="normal0"/>
        <w:widowControl w:val="0"/>
        <w:spacing w:before="240" w:line="468" w:lineRule="auto"/>
        <w:jc w:val="both"/>
        <w:rPr>
          <w:rFonts w:ascii="Liberation Serif" w:hAnsi="Liberation Serif" w:cs="Liberation Serif"/>
          <w:color w:val="00000A"/>
          <w:sz w:val="24"/>
          <w:szCs w:val="24"/>
        </w:rPr>
      </w:pPr>
      <w:r>
        <w:rPr>
          <w:color w:val="00000A"/>
          <w:sz w:val="22"/>
          <w:szCs w:val="22"/>
        </w:rPr>
        <w:t>Universidad Autónoma Comunal de Oaxaca, sede Ixhuatán (México)</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Grupo de Investigación STAND-Universidad de Granada.</w:t>
      </w:r>
    </w:p>
    <w:p w:rsidR="00E443B9" w:rsidRDefault="00E443B9">
      <w:pPr>
        <w:pStyle w:val="normal0"/>
        <w:widowControl w:val="0"/>
        <w:spacing w:line="360" w:lineRule="auto"/>
        <w:jc w:val="both"/>
        <w:rPr>
          <w:rFonts w:ascii="Liberation Serif" w:hAnsi="Liberation Serif" w:cs="Liberation Serif"/>
          <w:color w:val="00000A"/>
          <w:sz w:val="24"/>
          <w:szCs w:val="24"/>
        </w:rPr>
      </w:pPr>
      <w:r>
        <w:rPr>
          <w:rFonts w:ascii="Liberation Serif" w:hAnsi="Liberation Serif" w:cs="Liberation Serif"/>
          <w:color w:val="00000A"/>
          <w:sz w:val="24"/>
          <w:szCs w:val="24"/>
        </w:rPr>
        <w:t>Land Journal (MDPI).</w:t>
      </w:r>
    </w:p>
    <w:p w:rsidR="00E443B9" w:rsidRDefault="00E443B9">
      <w:pPr>
        <w:pStyle w:val="normal0"/>
        <w:widowControl w:val="0"/>
        <w:spacing w:line="360" w:lineRule="auto"/>
        <w:jc w:val="both"/>
        <w:rPr>
          <w:rFonts w:ascii="Liberation Serif" w:hAnsi="Liberation Serif" w:cs="Liberation Serif"/>
          <w:color w:val="00000A"/>
          <w:sz w:val="24"/>
          <w:szCs w:val="24"/>
        </w:rPr>
      </w:pPr>
    </w:p>
    <w:sectPr w:rsidR="00E443B9" w:rsidSect="003D2143">
      <w:pgSz w:w="11906" w:h="16838"/>
      <w:pgMar w:top="1134" w:right="1134" w:bottom="1134" w:left="1134"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panose1 w:val="00000000000000000000"/>
    <w:charset w:val="00"/>
    <w:family w:val="roman"/>
    <w:notTrueType/>
    <w:pitch w:val="default"/>
    <w:sig w:usb0="00000003" w:usb1="00000000" w:usb2="00000000" w:usb3="00000000" w:csb0="00000001" w:csb1="00000000"/>
  </w:font>
  <w:font w:name="Lohit Devanagari">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iberation Serif">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06E4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143"/>
    <w:rsid w:val="00220DC1"/>
    <w:rsid w:val="003D2143"/>
    <w:rsid w:val="0073414D"/>
    <w:rsid w:val="00B70308"/>
    <w:rsid w:val="00E443B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paragraph" w:styleId="Heading1">
    <w:name w:val="heading 1"/>
    <w:basedOn w:val="normal0"/>
    <w:next w:val="normal0"/>
    <w:link w:val="Heading1Char"/>
    <w:uiPriority w:val="99"/>
    <w:qFormat/>
    <w:rsid w:val="003D2143"/>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3D2143"/>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3D2143"/>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3D2143"/>
    <w:pPr>
      <w:keepNext/>
      <w:keepLines/>
      <w:spacing w:before="240" w:after="40"/>
      <w:outlineLvl w:val="3"/>
    </w:pPr>
    <w:rPr>
      <w:b/>
      <w:sz w:val="24"/>
      <w:szCs w:val="24"/>
    </w:rPr>
  </w:style>
  <w:style w:type="paragraph" w:styleId="Heading5">
    <w:name w:val="heading 5"/>
    <w:basedOn w:val="normal0"/>
    <w:next w:val="normal0"/>
    <w:link w:val="Heading5Char"/>
    <w:uiPriority w:val="99"/>
    <w:qFormat/>
    <w:rsid w:val="003D2143"/>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3D2143"/>
    <w:pPr>
      <w:keepNext/>
      <w:keepLines/>
      <w:spacing w:before="200" w:after="40"/>
      <w:outlineLvl w:val="5"/>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2F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972F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972F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972F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972F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972FF"/>
    <w:rPr>
      <w:rFonts w:asciiTheme="minorHAnsi" w:eastAsiaTheme="minorEastAsia" w:hAnsiTheme="minorHAnsi" w:cstheme="minorBidi"/>
      <w:b/>
      <w:bCs/>
    </w:rPr>
  </w:style>
  <w:style w:type="paragraph" w:customStyle="1" w:styleId="normal0">
    <w:name w:val="normal"/>
    <w:uiPriority w:val="99"/>
    <w:rsid w:val="003D2143"/>
    <w:rPr>
      <w:sz w:val="20"/>
      <w:szCs w:val="20"/>
    </w:rPr>
  </w:style>
  <w:style w:type="paragraph" w:styleId="Title">
    <w:name w:val="Title"/>
    <w:basedOn w:val="Predeterminado"/>
    <w:next w:val="Subtitle"/>
    <w:link w:val="TitleChar"/>
    <w:uiPriority w:val="99"/>
    <w:qFormat/>
    <w:rsid w:val="003D2143"/>
    <w:pPr>
      <w:keepNext/>
      <w:spacing w:before="240" w:after="120"/>
      <w:jc w:val="center"/>
    </w:pPr>
    <w:rPr>
      <w:rFonts w:ascii="Liberation Sans" w:eastAsia="Times New Roman" w:hAnsi="Liberation Sans" w:cs="Lohit Devanagari"/>
      <w:b/>
      <w:bCs/>
      <w:sz w:val="28"/>
      <w:szCs w:val="28"/>
    </w:rPr>
  </w:style>
  <w:style w:type="character" w:customStyle="1" w:styleId="TitleChar">
    <w:name w:val="Title Char"/>
    <w:basedOn w:val="DefaultParagraphFont"/>
    <w:link w:val="Title"/>
    <w:uiPriority w:val="10"/>
    <w:rsid w:val="007972FF"/>
    <w:rPr>
      <w:rFonts w:asciiTheme="majorHAnsi" w:eastAsiaTheme="majorEastAsia" w:hAnsiTheme="majorHAnsi" w:cstheme="majorBidi"/>
      <w:b/>
      <w:bCs/>
      <w:kern w:val="28"/>
      <w:sz w:val="32"/>
      <w:szCs w:val="32"/>
    </w:rPr>
  </w:style>
  <w:style w:type="paragraph" w:customStyle="1" w:styleId="Predeterminado">
    <w:name w:val="Predeterminado"/>
    <w:uiPriority w:val="99"/>
    <w:rsid w:val="003D2143"/>
    <w:pPr>
      <w:widowControl w:val="0"/>
      <w:spacing w:line="1" w:lineRule="atLeast"/>
      <w:ind w:leftChars="-1" w:hangingChars="1"/>
      <w:textDirection w:val="btLr"/>
      <w:textAlignment w:val="top"/>
      <w:outlineLvl w:val="0"/>
    </w:pPr>
    <w:rPr>
      <w:rFonts w:eastAsia="Arial Unicode MS" w:cs="Arial Unicode MS"/>
      <w:color w:val="00000A"/>
      <w:kern w:val="1"/>
      <w:position w:val="-1"/>
      <w:sz w:val="24"/>
      <w:szCs w:val="24"/>
      <w:lang w:eastAsia="zh-CN" w:bidi="hi-IN"/>
    </w:rPr>
  </w:style>
  <w:style w:type="character" w:customStyle="1" w:styleId="WW8Num1z0">
    <w:name w:val="WW8Num1z0"/>
    <w:uiPriority w:val="99"/>
    <w:rsid w:val="003D2143"/>
    <w:rPr>
      <w:rFonts w:ascii="Symbol" w:hAnsi="Symbol"/>
      <w:w w:val="100"/>
      <w:effect w:val="none"/>
      <w:vertAlign w:val="baseline"/>
      <w:em w:val="none"/>
    </w:rPr>
  </w:style>
  <w:style w:type="character" w:customStyle="1" w:styleId="WW8Num2z0">
    <w:name w:val="WW8Num2z0"/>
    <w:uiPriority w:val="99"/>
    <w:rsid w:val="003D2143"/>
    <w:rPr>
      <w:w w:val="100"/>
      <w:effect w:val="none"/>
      <w:vertAlign w:val="baseline"/>
      <w:em w:val="none"/>
    </w:rPr>
  </w:style>
  <w:style w:type="character" w:customStyle="1" w:styleId="WW8Num2z1">
    <w:name w:val="WW8Num2z1"/>
    <w:uiPriority w:val="99"/>
    <w:rsid w:val="003D2143"/>
    <w:rPr>
      <w:w w:val="100"/>
      <w:effect w:val="none"/>
      <w:vertAlign w:val="baseline"/>
      <w:em w:val="none"/>
    </w:rPr>
  </w:style>
  <w:style w:type="character" w:customStyle="1" w:styleId="WW8Num2z2">
    <w:name w:val="WW8Num2z2"/>
    <w:uiPriority w:val="99"/>
    <w:rsid w:val="003D2143"/>
    <w:rPr>
      <w:w w:val="100"/>
      <w:effect w:val="none"/>
      <w:vertAlign w:val="baseline"/>
      <w:em w:val="none"/>
    </w:rPr>
  </w:style>
  <w:style w:type="character" w:customStyle="1" w:styleId="WW8Num2z3">
    <w:name w:val="WW8Num2z3"/>
    <w:uiPriority w:val="99"/>
    <w:rsid w:val="003D2143"/>
    <w:rPr>
      <w:w w:val="100"/>
      <w:effect w:val="none"/>
      <w:vertAlign w:val="baseline"/>
      <w:em w:val="none"/>
    </w:rPr>
  </w:style>
  <w:style w:type="character" w:customStyle="1" w:styleId="WW8Num2z4">
    <w:name w:val="WW8Num2z4"/>
    <w:uiPriority w:val="99"/>
    <w:rsid w:val="003D2143"/>
    <w:rPr>
      <w:w w:val="100"/>
      <w:effect w:val="none"/>
      <w:vertAlign w:val="baseline"/>
      <w:em w:val="none"/>
    </w:rPr>
  </w:style>
  <w:style w:type="character" w:customStyle="1" w:styleId="WW8Num2z5">
    <w:name w:val="WW8Num2z5"/>
    <w:uiPriority w:val="99"/>
    <w:rsid w:val="003D2143"/>
    <w:rPr>
      <w:w w:val="100"/>
      <w:effect w:val="none"/>
      <w:vertAlign w:val="baseline"/>
      <w:em w:val="none"/>
    </w:rPr>
  </w:style>
  <w:style w:type="character" w:customStyle="1" w:styleId="WW8Num2z6">
    <w:name w:val="WW8Num2z6"/>
    <w:uiPriority w:val="99"/>
    <w:rsid w:val="003D2143"/>
    <w:rPr>
      <w:w w:val="100"/>
      <w:effect w:val="none"/>
      <w:vertAlign w:val="baseline"/>
      <w:em w:val="none"/>
    </w:rPr>
  </w:style>
  <w:style w:type="character" w:customStyle="1" w:styleId="WW8Num2z7">
    <w:name w:val="WW8Num2z7"/>
    <w:uiPriority w:val="99"/>
    <w:rsid w:val="003D2143"/>
    <w:rPr>
      <w:w w:val="100"/>
      <w:effect w:val="none"/>
      <w:vertAlign w:val="baseline"/>
      <w:em w:val="none"/>
    </w:rPr>
  </w:style>
  <w:style w:type="character" w:customStyle="1" w:styleId="WW8Num2z8">
    <w:name w:val="WW8Num2z8"/>
    <w:uiPriority w:val="99"/>
    <w:rsid w:val="003D2143"/>
    <w:rPr>
      <w:w w:val="100"/>
      <w:effect w:val="none"/>
      <w:vertAlign w:val="baseline"/>
      <w:em w:val="none"/>
    </w:rPr>
  </w:style>
  <w:style w:type="character" w:customStyle="1" w:styleId="Vietas">
    <w:name w:val="Viñetas"/>
    <w:uiPriority w:val="99"/>
    <w:rsid w:val="003D2143"/>
    <w:rPr>
      <w:rFonts w:ascii="OpenSymbol" w:eastAsia="Times New Roman" w:hAnsi="OpenSymbol"/>
      <w:w w:val="100"/>
      <w:effect w:val="none"/>
      <w:vertAlign w:val="baseline"/>
      <w:em w:val="none"/>
    </w:rPr>
  </w:style>
  <w:style w:type="character" w:customStyle="1" w:styleId="ListLabel1">
    <w:name w:val="ListLabel 1"/>
    <w:uiPriority w:val="99"/>
    <w:rsid w:val="003D2143"/>
    <w:rPr>
      <w:w w:val="100"/>
      <w:sz w:val="20"/>
      <w:effect w:val="none"/>
      <w:vertAlign w:val="baseline"/>
      <w:em w:val="none"/>
    </w:rPr>
  </w:style>
  <w:style w:type="paragraph" w:styleId="Header">
    <w:name w:val="header"/>
    <w:basedOn w:val="Predeterminado"/>
    <w:next w:val="Cuerpodetexto"/>
    <w:link w:val="HeaderChar"/>
    <w:uiPriority w:val="99"/>
    <w:rsid w:val="003D2143"/>
    <w:pPr>
      <w:keepNext/>
      <w:spacing w:before="240" w:after="120"/>
    </w:pPr>
    <w:rPr>
      <w:rFonts w:ascii="Arial" w:hAnsi="Arial"/>
      <w:sz w:val="28"/>
      <w:szCs w:val="28"/>
    </w:rPr>
  </w:style>
  <w:style w:type="character" w:customStyle="1" w:styleId="HeaderChar">
    <w:name w:val="Header Char"/>
    <w:basedOn w:val="DefaultParagraphFont"/>
    <w:link w:val="Header"/>
    <w:uiPriority w:val="99"/>
    <w:semiHidden/>
    <w:rsid w:val="007972FF"/>
    <w:rPr>
      <w:sz w:val="20"/>
      <w:szCs w:val="20"/>
    </w:rPr>
  </w:style>
  <w:style w:type="paragraph" w:customStyle="1" w:styleId="Cuerpodetexto">
    <w:name w:val="Cuerpo de texto"/>
    <w:basedOn w:val="Predeterminado"/>
    <w:uiPriority w:val="99"/>
    <w:rsid w:val="003D2143"/>
    <w:pPr>
      <w:spacing w:after="120"/>
    </w:pPr>
  </w:style>
  <w:style w:type="paragraph" w:styleId="List">
    <w:name w:val="List"/>
    <w:basedOn w:val="Cuerpodetexto"/>
    <w:uiPriority w:val="99"/>
    <w:rsid w:val="003D2143"/>
  </w:style>
  <w:style w:type="paragraph" w:customStyle="1" w:styleId="Etiqueta">
    <w:name w:val="Etiqueta"/>
    <w:basedOn w:val="Predeterminado"/>
    <w:uiPriority w:val="99"/>
    <w:rsid w:val="003D2143"/>
    <w:pPr>
      <w:suppressLineNumbers/>
      <w:spacing w:before="120" w:after="120"/>
    </w:pPr>
    <w:rPr>
      <w:rFonts w:cs="Lohit Devanagari"/>
      <w:i/>
      <w:iCs/>
    </w:rPr>
  </w:style>
  <w:style w:type="paragraph" w:customStyle="1" w:styleId="ndice">
    <w:name w:val="Índice"/>
    <w:basedOn w:val="Predeterminado"/>
    <w:uiPriority w:val="99"/>
    <w:rsid w:val="003D2143"/>
    <w:pPr>
      <w:suppressLineNumbers/>
    </w:pPr>
  </w:style>
  <w:style w:type="paragraph" w:customStyle="1" w:styleId="Pie">
    <w:name w:val="Pie"/>
    <w:basedOn w:val="Predeterminado"/>
    <w:uiPriority w:val="99"/>
    <w:rsid w:val="003D2143"/>
    <w:pPr>
      <w:suppressLineNumbers/>
      <w:spacing w:before="120" w:after="120"/>
    </w:pPr>
    <w:rPr>
      <w:i/>
      <w:iCs/>
    </w:rPr>
  </w:style>
  <w:style w:type="paragraph" w:styleId="Subtitle">
    <w:name w:val="Subtitle"/>
    <w:basedOn w:val="normal0"/>
    <w:next w:val="normal0"/>
    <w:link w:val="SubtitleChar"/>
    <w:uiPriority w:val="99"/>
    <w:qFormat/>
    <w:rsid w:val="003D2143"/>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7972FF"/>
    <w:rPr>
      <w:rFonts w:asciiTheme="majorHAnsi" w:eastAsiaTheme="majorEastAsia" w:hAnsiTheme="majorHAnsi" w:cstheme="majorBidi"/>
      <w:sz w:val="24"/>
      <w:szCs w:val="24"/>
    </w:rPr>
  </w:style>
  <w:style w:type="paragraph" w:customStyle="1" w:styleId="Leyenda">
    <w:name w:val="Leyenda"/>
    <w:basedOn w:val="Predeterminado"/>
    <w:uiPriority w:val="99"/>
    <w:rsid w:val="003D2143"/>
    <w:pPr>
      <w:suppressLineNumbers/>
      <w:spacing w:before="120" w:after="120"/>
    </w:pPr>
    <w:rPr>
      <w:rFonts w:cs="Lohit Devanagari"/>
      <w:i/>
      <w:iCs/>
    </w:rPr>
  </w:style>
  <w:style w:type="paragraph" w:styleId="NormalWeb">
    <w:name w:val="Normal (Web)"/>
    <w:basedOn w:val="Predeterminado"/>
    <w:uiPriority w:val="99"/>
    <w:rsid w:val="003D2143"/>
    <w:rPr>
      <w:rFonts w:ascii="Times" w:hAnsi="Times" w:cs="Times New Roman"/>
      <w:sz w:val="20"/>
      <w:szCs w:val="20"/>
    </w:rPr>
  </w:style>
  <w:style w:type="paragraph" w:customStyle="1" w:styleId="western">
    <w:name w:val="western"/>
    <w:basedOn w:val="Predeterminado"/>
    <w:uiPriority w:val="99"/>
    <w:rsid w:val="003D214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s%3A%2F%2Fforms.gle%2FjzEKNXhjjmfwKAZc8%3Ffbclid%3DIwAR34MXxjQ5Ctl-o_4XLQ1KvkFaeDEtLal0tlpG0Bs4vdhO9u7OteXtWsHsU&amp;h=AT0OEx2uFrFXGvxotJFexVNxq6bhZOdf1OB2BOGtWGEdVBGr1UUjUa8sHOWNaia198t744ubPa-AdQjikZgk5znmtddO9AMRxzV2BcCzijp6yjRsgugwLLUsrRT_ASxeV0pJ4Fi-xA&amp;__tn__=-UK-R&amp;c%5B0%5D=AT2JST_B6IVfCDYNvMYHu8uDrX3ma6ckw8IRdFFhF3j0l_i19O03609jisdNHgSyoxEjdOy79R0q519D2uWJc1QeMyBL9lMs4Iz8zpZgC5zHuV64Tqw0HomOdfZlhCfIVbGwQR2PwHnOw3jIWuFlVqgdXQ" TargetMode="External"/><Relationship Id="rId3" Type="http://schemas.openxmlformats.org/officeDocument/2006/relationships/settings" Target="settings.xml"/><Relationship Id="rId7" Type="http://schemas.openxmlformats.org/officeDocument/2006/relationships/hyperlink" Target="https://forms.gle/k6MGJJMPBHqZW3iX6?fbclid=IwAR0sIwjtN4nRKH6qJs3GWNlHuyicUpcufAQatow-Bly5t5fFMUEoZGWXrJ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25TB8oC7xG5pqUPoPkvAGA" TargetMode="External"/><Relationship Id="rId5" Type="http://schemas.openxmlformats.org/officeDocument/2006/relationships/hyperlink" Target="https://www.mdpi.com/journal/land/special_issues/Energy_Colonialis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1972</Words>
  <Characters>10852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Curso</dc:title>
  <dc:subject/>
  <dc:creator>Alberto Matarán Ruiz</dc:creator>
  <cp:keywords/>
  <dc:description/>
  <cp:lastModifiedBy>Usuario</cp:lastModifiedBy>
  <cp:revision>2</cp:revision>
  <dcterms:created xsi:type="dcterms:W3CDTF">2021-03-12T08:49:00Z</dcterms:created>
  <dcterms:modified xsi:type="dcterms:W3CDTF">2021-03-12T08:49:00Z</dcterms:modified>
</cp:coreProperties>
</file>